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11786" w14:textId="694D31C6" w:rsidR="00E07507" w:rsidRPr="00E07507" w:rsidRDefault="00E07507" w:rsidP="00E07507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111CD3" wp14:editId="4465B716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47244166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</w:t>
                            </w:r>
                            <w:proofErr w:type="spellStart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nanoBoard</w:t>
                            </w:r>
                            <w:proofErr w:type="spellEnd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–</w:t>
                            </w:r>
                            <w:r w:rsidR="00D32BD9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AB</w:t>
                            </w:r>
                            <w:r w:rsidR="009C44B5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0</w:t>
                            </w: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" fillcolor="white [3201]" stroked="f" strokeweight=".5pt">
                <v:textbox>
                  <w:txbxContent>
                    <w:p w14:paraId="628D4C82" w14:textId="47244166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</w:t>
                      </w:r>
                      <w:proofErr w:type="spellStart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nanoBoard</w:t>
                      </w:r>
                      <w:proofErr w:type="spellEnd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–</w:t>
                      </w:r>
                      <w:r w:rsidR="00D32BD9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AB</w:t>
                      </w:r>
                      <w:r w:rsidR="009C44B5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0</w:t>
                      </w: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07507">
        <w:rPr>
          <w:rFonts w:ascii="Calibri" w:hAnsi="Calibri" w:cs="Calibri"/>
        </w:rPr>
        <w:t>Malen nach Spannungen</w:t>
      </w:r>
    </w:p>
    <w:p w14:paraId="0C17C829" w14:textId="77777777" w:rsidR="00E07507" w:rsidRPr="00E07507" w:rsidRDefault="00E07507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5013EE1E" w14:textId="77777777" w:rsidR="00E07507" w:rsidRPr="00E07507" w:rsidRDefault="00E07507" w:rsidP="00E07507">
      <w:pPr>
        <w:autoSpaceDE w:val="0"/>
        <w:autoSpaceDN w:val="0"/>
        <w:adjustRightInd w:val="0"/>
        <w:spacing w:after="0" w:line="312" w:lineRule="auto"/>
        <w:rPr>
          <w:rFonts w:ascii="Calibri" w:hAnsi="Calibri" w:cs="Calibri"/>
        </w:rPr>
      </w:pPr>
      <w:r w:rsidRPr="00E07507">
        <w:rPr>
          <w:rFonts w:ascii="Calibri" w:hAnsi="Calibri" w:cs="Calibri"/>
        </w:rPr>
        <w:t>Das nachfolgende Bild zeigt einen sehr matten Ausdruck des Layouts der Mikrocontroller-Platine.</w:t>
      </w:r>
    </w:p>
    <w:p w14:paraId="27A2E01F" w14:textId="77777777" w:rsidR="00E07507" w:rsidRPr="00E07507" w:rsidRDefault="00E07507" w:rsidP="00E07507">
      <w:pPr>
        <w:autoSpaceDE w:val="0"/>
        <w:autoSpaceDN w:val="0"/>
        <w:adjustRightInd w:val="0"/>
        <w:spacing w:after="0" w:line="312" w:lineRule="auto"/>
        <w:ind w:left="171" w:hanging="171"/>
        <w:rPr>
          <w:rFonts w:ascii="Calibri" w:hAnsi="Calibri" w:cs="Calibri"/>
        </w:rPr>
      </w:pPr>
      <w:r w:rsidRPr="00E07507">
        <w:rPr>
          <w:rFonts w:ascii="Calibri" w:hAnsi="Calibri" w:cs="Calibri"/>
        </w:rPr>
        <w:t>-</w:t>
      </w:r>
      <w:r w:rsidRPr="00E07507">
        <w:rPr>
          <w:rFonts w:ascii="Calibri" w:hAnsi="Calibri" w:cs="Calibri"/>
        </w:rPr>
        <w:tab/>
        <w:t>Markieren Sie alle Flächen, die mit Masse verbunden sind blau.</w:t>
      </w:r>
    </w:p>
    <w:p w14:paraId="2E7CDC54" w14:textId="77777777" w:rsidR="00E07507" w:rsidRPr="00E07507" w:rsidRDefault="00E07507" w:rsidP="00E07507">
      <w:pPr>
        <w:autoSpaceDE w:val="0"/>
        <w:autoSpaceDN w:val="0"/>
        <w:adjustRightInd w:val="0"/>
        <w:spacing w:after="0" w:line="312" w:lineRule="auto"/>
        <w:ind w:left="171" w:hanging="171"/>
        <w:rPr>
          <w:rFonts w:ascii="Calibri" w:hAnsi="Calibri" w:cs="Calibri"/>
        </w:rPr>
      </w:pPr>
      <w:r w:rsidRPr="00E07507">
        <w:rPr>
          <w:rFonts w:ascii="Calibri" w:hAnsi="Calibri" w:cs="Calibri"/>
        </w:rPr>
        <w:t>-</w:t>
      </w:r>
      <w:r w:rsidRPr="00E07507">
        <w:rPr>
          <w:rFonts w:ascii="Calibri" w:hAnsi="Calibri" w:cs="Calibri"/>
        </w:rPr>
        <w:tab/>
        <w:t>Markieren Sie alle Flächen, die mit der Spannungsversorgung von 5 V verbunden sind rot.</w:t>
      </w:r>
    </w:p>
    <w:p w14:paraId="071D5EE8" w14:textId="77777777" w:rsidR="00E07507" w:rsidRPr="00E07507" w:rsidRDefault="00E07507" w:rsidP="00E07507">
      <w:pPr>
        <w:autoSpaceDE w:val="0"/>
        <w:autoSpaceDN w:val="0"/>
        <w:adjustRightInd w:val="0"/>
        <w:spacing w:after="0" w:line="312" w:lineRule="auto"/>
        <w:ind w:left="171" w:hanging="171"/>
        <w:rPr>
          <w:rFonts w:ascii="Calibri" w:hAnsi="Calibri" w:cs="Calibri"/>
        </w:rPr>
      </w:pPr>
    </w:p>
    <w:p w14:paraId="0CCE9C56" w14:textId="2263AA18" w:rsidR="00E07507" w:rsidRPr="00F61200" w:rsidRDefault="00E07507" w:rsidP="00F61200">
      <w:pPr>
        <w:pStyle w:val="berschrift2"/>
        <w:rPr>
          <w:rFonts w:ascii="Calibri" w:hAnsi="Calibri" w:cs="Calibri"/>
          <w:sz w:val="28"/>
          <w:szCs w:val="28"/>
        </w:rPr>
      </w:pPr>
      <w:r w:rsidRPr="00F61200">
        <w:rPr>
          <w:rFonts w:ascii="Calibri" w:hAnsi="Calibri" w:cs="Calibri"/>
          <w:sz w:val="28"/>
          <w:szCs w:val="28"/>
        </w:rPr>
        <w:t>Hinweise</w:t>
      </w:r>
    </w:p>
    <w:p w14:paraId="6D504F9A" w14:textId="77777777" w:rsidR="00E07507" w:rsidRPr="00E07507" w:rsidRDefault="00E07507" w:rsidP="00E07507">
      <w:pPr>
        <w:autoSpaceDE w:val="0"/>
        <w:autoSpaceDN w:val="0"/>
        <w:adjustRightInd w:val="0"/>
        <w:spacing w:after="0" w:line="312" w:lineRule="auto"/>
        <w:ind w:left="171" w:hanging="171"/>
        <w:rPr>
          <w:rFonts w:ascii="Calibri" w:hAnsi="Calibri" w:cs="Calibri"/>
        </w:rPr>
      </w:pPr>
      <w:r w:rsidRPr="00E07507">
        <w:rPr>
          <w:rFonts w:ascii="Calibri" w:hAnsi="Calibri" w:cs="Calibri"/>
        </w:rPr>
        <w:t>Die eingelötete Brücke lässt die Farbe (Spannung) „weiterlaufen“.</w:t>
      </w:r>
    </w:p>
    <w:p w14:paraId="3D0AC846" w14:textId="77777777" w:rsidR="00E07507" w:rsidRPr="00E07507" w:rsidRDefault="00E07507" w:rsidP="00E07507">
      <w:pPr>
        <w:autoSpaceDE w:val="0"/>
        <w:autoSpaceDN w:val="0"/>
        <w:adjustRightInd w:val="0"/>
        <w:spacing w:after="0" w:line="312" w:lineRule="auto"/>
        <w:ind w:left="171" w:hanging="171"/>
        <w:rPr>
          <w:rFonts w:ascii="Calibri" w:hAnsi="Calibri" w:cs="Calibri"/>
          <w:bCs/>
        </w:rPr>
      </w:pPr>
      <w:r w:rsidRPr="00E07507">
        <w:rPr>
          <w:rFonts w:ascii="Calibri" w:hAnsi="Calibri" w:cs="Calibri"/>
          <w:bCs/>
        </w:rPr>
        <w:t xml:space="preserve">An den Tastern sind die </w:t>
      </w:r>
      <w:proofErr w:type="spellStart"/>
      <w:r w:rsidRPr="00E07507">
        <w:rPr>
          <w:rFonts w:ascii="Calibri" w:hAnsi="Calibri" w:cs="Calibri"/>
          <w:bCs/>
        </w:rPr>
        <w:t>Lötaugen</w:t>
      </w:r>
      <w:proofErr w:type="spellEnd"/>
      <w:r w:rsidRPr="00E07507">
        <w:rPr>
          <w:rFonts w:ascii="Calibri" w:hAnsi="Calibri" w:cs="Calibri"/>
          <w:bCs/>
        </w:rPr>
        <w:t xml:space="preserve"> auch paarweise waagerecht verbunden.</w:t>
      </w:r>
    </w:p>
    <w:p w14:paraId="61B1ECAF" w14:textId="205F885E" w:rsidR="00E07507" w:rsidRPr="00E07507" w:rsidRDefault="00E07507" w:rsidP="00E0750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 w:rsidRP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A7301F" wp14:editId="5F4976CD">
                <wp:simplePos x="0" y="0"/>
                <wp:positionH relativeFrom="column">
                  <wp:posOffset>645795</wp:posOffset>
                </wp:positionH>
                <wp:positionV relativeFrom="paragraph">
                  <wp:posOffset>2990215</wp:posOffset>
                </wp:positionV>
                <wp:extent cx="1884680" cy="0"/>
                <wp:effectExtent l="7620" t="56515" r="22225" b="57785"/>
                <wp:wrapNone/>
                <wp:docPr id="768877114" name="Gerader Verbinde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86778" id="Gerader Verbinder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85pt,235.45pt" to="199.25pt,2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">
                <v:stroke endarrow="block"/>
              </v:line>
            </w:pict>
          </mc:Fallback>
        </mc:AlternateContent>
      </w:r>
      <w:r w:rsidRP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EDD122" wp14:editId="04B4CB62">
                <wp:simplePos x="0" y="0"/>
                <wp:positionH relativeFrom="column">
                  <wp:posOffset>100330</wp:posOffset>
                </wp:positionH>
                <wp:positionV relativeFrom="paragraph">
                  <wp:posOffset>2861945</wp:posOffset>
                </wp:positionV>
                <wp:extent cx="687705" cy="242570"/>
                <wp:effectExtent l="0" t="4445" r="2540" b="635"/>
                <wp:wrapNone/>
                <wp:docPr id="1579542087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A4401" w14:textId="77777777" w:rsidR="00E07507" w:rsidRDefault="00E07507" w:rsidP="00E075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rot (5 V)</w:t>
                            </w:r>
                          </w:p>
                          <w:p w14:paraId="55BF9F4C" w14:textId="77777777" w:rsidR="00E07507" w:rsidRDefault="00E07507" w:rsidP="00E075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DD122" id="Textfeld 6" o:spid="_x0000_s1027" type="#_x0000_t202" style="position:absolute;margin-left:7.9pt;margin-top:225.35pt;width:54.15pt;height:1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" filled="f" stroked="f">
                <v:textbox>
                  <w:txbxContent>
                    <w:p w14:paraId="266A4401" w14:textId="77777777" w:rsidR="00E07507" w:rsidRDefault="00E07507" w:rsidP="00E0750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rot (5 V)</w:t>
                      </w:r>
                    </w:p>
                    <w:p w14:paraId="55BF9F4C" w14:textId="77777777" w:rsidR="00E07507" w:rsidRDefault="00E07507" w:rsidP="00E0750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7CBDD9" wp14:editId="692ECC39">
                <wp:simplePos x="0" y="0"/>
                <wp:positionH relativeFrom="column">
                  <wp:posOffset>5342890</wp:posOffset>
                </wp:positionH>
                <wp:positionV relativeFrom="paragraph">
                  <wp:posOffset>3229610</wp:posOffset>
                </wp:positionV>
                <wp:extent cx="941070" cy="242570"/>
                <wp:effectExtent l="0" t="635" r="2540" b="4445"/>
                <wp:wrapNone/>
                <wp:docPr id="694340867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20634" w14:textId="77777777" w:rsidR="00E07507" w:rsidRDefault="00E07507" w:rsidP="00E075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blau (Masse 0V)</w:t>
                            </w:r>
                          </w:p>
                          <w:p w14:paraId="2664F80C" w14:textId="77777777" w:rsidR="00E07507" w:rsidRDefault="00E07507" w:rsidP="00E075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CBDD9" id="Textfeld 5" o:spid="_x0000_s1028" type="#_x0000_t202" style="position:absolute;margin-left:420.7pt;margin-top:254.3pt;width:74.1pt;height:1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" filled="f" stroked="f">
                <v:textbox>
                  <w:txbxContent>
                    <w:p w14:paraId="79720634" w14:textId="77777777" w:rsidR="00E07507" w:rsidRDefault="00E07507" w:rsidP="00E0750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blau (Masse 0V)</w:t>
                      </w:r>
                    </w:p>
                    <w:p w14:paraId="2664F80C" w14:textId="77777777" w:rsidR="00E07507" w:rsidRDefault="00E07507" w:rsidP="00E0750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C0605" wp14:editId="2CF34E98">
                <wp:simplePos x="0" y="0"/>
                <wp:positionH relativeFrom="column">
                  <wp:posOffset>3735070</wp:posOffset>
                </wp:positionH>
                <wp:positionV relativeFrom="paragraph">
                  <wp:posOffset>3336290</wp:posOffset>
                </wp:positionV>
                <wp:extent cx="1656715" cy="0"/>
                <wp:effectExtent l="20320" t="59690" r="8890" b="54610"/>
                <wp:wrapNone/>
                <wp:docPr id="190338845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67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C0D0F" id="Gerader Verbinder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1pt,262.7pt" to="424.55pt,2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">
                <v:stroke endarrow="block"/>
              </v:line>
            </w:pict>
          </mc:Fallback>
        </mc:AlternateContent>
      </w:r>
      <w:r w:rsidRP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CFE600" wp14:editId="01D23D85">
                <wp:simplePos x="0" y="0"/>
                <wp:positionH relativeFrom="column">
                  <wp:posOffset>2597785</wp:posOffset>
                </wp:positionH>
                <wp:positionV relativeFrom="paragraph">
                  <wp:posOffset>2347595</wp:posOffset>
                </wp:positionV>
                <wp:extent cx="2794000" cy="988695"/>
                <wp:effectExtent l="35560" t="61595" r="8890" b="6985"/>
                <wp:wrapNone/>
                <wp:docPr id="936440463" name="Gerade Verbindung mit Pfe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94000" cy="988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034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204.55pt;margin-top:184.85pt;width:220pt;height:77.8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">
                <v:stroke endarrow="block"/>
              </v:shape>
            </w:pict>
          </mc:Fallback>
        </mc:AlternateContent>
      </w:r>
      <w:r w:rsidRP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B77554" wp14:editId="26B0C48B">
                <wp:simplePos x="0" y="0"/>
                <wp:positionH relativeFrom="column">
                  <wp:posOffset>3676650</wp:posOffset>
                </wp:positionH>
                <wp:positionV relativeFrom="paragraph">
                  <wp:posOffset>3336290</wp:posOffset>
                </wp:positionV>
                <wp:extent cx="1698625" cy="508635"/>
                <wp:effectExtent l="28575" t="12065" r="6350" b="60325"/>
                <wp:wrapNone/>
                <wp:docPr id="710354917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98625" cy="508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131A1" id="Gerade Verbindung mit Pfeil 2" o:spid="_x0000_s1026" type="#_x0000_t32" style="position:absolute;margin-left:289.5pt;margin-top:262.7pt;width:133.75pt;height:40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">
                <v:stroke endarrow="block"/>
              </v:shape>
            </w:pict>
          </mc:Fallback>
        </mc:AlternateContent>
      </w:r>
      <w:r w:rsidRPr="00E07507">
        <w:rPr>
          <w:rFonts w:ascii="Calibri" w:hAnsi="Calibri" w:cs="Calibri"/>
          <w:noProof/>
        </w:rPr>
        <w:drawing>
          <wp:anchor distT="0" distB="0" distL="114300" distR="114300" simplePos="0" relativeHeight="251666432" behindDoc="1" locked="0" layoutInCell="1" allowOverlap="1" wp14:anchorId="181CDD80" wp14:editId="0BFF3539">
            <wp:simplePos x="0" y="0"/>
            <wp:positionH relativeFrom="column">
              <wp:posOffset>716915</wp:posOffset>
            </wp:positionH>
            <wp:positionV relativeFrom="paragraph">
              <wp:posOffset>469265</wp:posOffset>
            </wp:positionV>
            <wp:extent cx="4319905" cy="5344160"/>
            <wp:effectExtent l="0" t="0" r="4445" b="8890"/>
            <wp:wrapNone/>
            <wp:docPr id="997621705" name="Grafik 1" descr="Ein Bild, das Text, Screenshot, Software, Multimedia-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621705" name="Grafik 1" descr="Ein Bild, das Text, Screenshot, Software, Multimedia-Softwar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76" t="16176" r="44627" b="13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534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9F898" w14:textId="096E58B1" w:rsidR="004D7D3F" w:rsidRPr="00E07507" w:rsidRDefault="003C0869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07507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702C858" wp14:editId="07A98D20">
            <wp:simplePos x="0" y="0"/>
            <wp:positionH relativeFrom="page">
              <wp:posOffset>-12065</wp:posOffset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791986259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7D3F" w:rsidRPr="00E075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3C0869"/>
    <w:rsid w:val="004D7D3F"/>
    <w:rsid w:val="005A4466"/>
    <w:rsid w:val="006F1AD6"/>
    <w:rsid w:val="009C44B5"/>
    <w:rsid w:val="00BD7E67"/>
    <w:rsid w:val="00BF646A"/>
    <w:rsid w:val="00C0278D"/>
    <w:rsid w:val="00D32BD9"/>
    <w:rsid w:val="00E07507"/>
    <w:rsid w:val="00E1792A"/>
    <w:rsid w:val="00F577AF"/>
    <w:rsid w:val="00F6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1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5</cp:revision>
  <dcterms:created xsi:type="dcterms:W3CDTF">2024-05-24T13:58:00Z</dcterms:created>
  <dcterms:modified xsi:type="dcterms:W3CDTF">2024-06-26T14:02:00Z</dcterms:modified>
</cp:coreProperties>
</file>